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5AC" w:rsidRDefault="001F15AC" w:rsidP="00306865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чернНОВЫЙ ГЕРБ 2" style="position:absolute;left:0;text-align:left;margin-left:3in;margin-top:-18pt;width:32.9pt;height:41.55pt;z-index:251658240;visibility:visible">
            <v:imagedata r:id="rId4" o:title=""/>
          </v:shape>
        </w:pic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</w:t>
      </w:r>
    </w:p>
    <w:p w:rsidR="001F15AC" w:rsidRDefault="001F15AC" w:rsidP="00306865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1F15AC" w:rsidRDefault="001F15AC" w:rsidP="00306865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</w:t>
      </w:r>
    </w:p>
    <w:p w:rsidR="001F15AC" w:rsidRDefault="001F15AC" w:rsidP="00306865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</w:p>
    <w:p w:rsidR="001F15AC" w:rsidRDefault="001F15AC" w:rsidP="00306865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ТИМАШЕВСКИЙ РАЙОН</w:t>
      </w:r>
    </w:p>
    <w:p w:rsidR="001F15AC" w:rsidRDefault="001F15AC" w:rsidP="00306865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1F15AC" w:rsidRDefault="001F15AC" w:rsidP="00306865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СЕССИЯ  от   15.12.2010    №  11</w:t>
      </w:r>
    </w:p>
    <w:p w:rsidR="001F15AC" w:rsidRDefault="001F15AC" w:rsidP="00306865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F15AC" w:rsidRDefault="001F15AC" w:rsidP="00306865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1F15AC" w:rsidRDefault="001F15AC" w:rsidP="00306865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1F15AC" w:rsidRDefault="001F15AC" w:rsidP="00306865">
      <w:pPr>
        <w:pStyle w:val="ConsTitle"/>
        <w:widowControl/>
        <w:spacing w:line="360" w:lineRule="auto"/>
        <w:ind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  15.12.2010                                                                                               №   81</w:t>
      </w:r>
    </w:p>
    <w:p w:rsidR="001F15AC" w:rsidRDefault="001F15AC" w:rsidP="00306865">
      <w:pPr>
        <w:pStyle w:val="ConsTitle"/>
        <w:widowControl/>
        <w:spacing w:line="360" w:lineRule="auto"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Тимашевск</w:t>
      </w:r>
    </w:p>
    <w:p w:rsidR="001F15AC" w:rsidRDefault="001F15AC" w:rsidP="00306865">
      <w:pPr>
        <w:shd w:val="clear" w:color="auto" w:fill="FFFFFF"/>
        <w:spacing w:line="324" w:lineRule="exact"/>
        <w:ind w:left="425" w:hanging="216"/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</w:rPr>
      </w:pPr>
    </w:p>
    <w:p w:rsidR="001F15AC" w:rsidRPr="00675B31" w:rsidRDefault="001F15AC" w:rsidP="00306865">
      <w:pPr>
        <w:pStyle w:val="BodyText3"/>
        <w:ind w:firstLine="720"/>
        <w:jc w:val="center"/>
        <w:rPr>
          <w:rFonts w:cs="Arial"/>
          <w:sz w:val="22"/>
          <w:szCs w:val="22"/>
        </w:rPr>
      </w:pPr>
      <w:r>
        <w:rPr>
          <w:b/>
          <w:bCs/>
          <w:color w:val="000000"/>
          <w:spacing w:val="-3"/>
        </w:rPr>
        <w:t xml:space="preserve">О внесении изменений в решение Совета муниципального образования </w:t>
      </w:r>
      <w:r>
        <w:rPr>
          <w:b/>
          <w:bCs/>
          <w:color w:val="000000"/>
          <w:spacing w:val="-1"/>
        </w:rPr>
        <w:t>Тимашевский район от 25 марта 2009 года №707</w:t>
      </w:r>
    </w:p>
    <w:p w:rsidR="001F15AC" w:rsidRPr="00306865" w:rsidRDefault="001F15AC" w:rsidP="0030686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06865">
        <w:rPr>
          <w:rFonts w:ascii="Times New Roman" w:hAnsi="Times New Roman" w:cs="Times New Roman"/>
          <w:b/>
          <w:bCs/>
          <w:sz w:val="28"/>
          <w:szCs w:val="28"/>
        </w:rPr>
        <w:t>Об утверждении муниципальной целевой программы</w:t>
      </w:r>
    </w:p>
    <w:p w:rsidR="001F15AC" w:rsidRPr="00306865" w:rsidRDefault="001F15AC" w:rsidP="0030686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06865">
        <w:rPr>
          <w:rFonts w:ascii="Times New Roman" w:hAnsi="Times New Roman" w:cs="Times New Roman"/>
          <w:b/>
          <w:bCs/>
          <w:sz w:val="28"/>
          <w:szCs w:val="28"/>
        </w:rPr>
        <w:t>«Пожарная безопасность в муниципальном образовании</w:t>
      </w:r>
    </w:p>
    <w:p w:rsidR="001F15AC" w:rsidRPr="00306865" w:rsidRDefault="001F15AC" w:rsidP="0030686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06865">
        <w:rPr>
          <w:rFonts w:ascii="Times New Roman" w:hAnsi="Times New Roman" w:cs="Times New Roman"/>
          <w:b/>
          <w:bCs/>
          <w:sz w:val="28"/>
          <w:szCs w:val="28"/>
        </w:rPr>
        <w:t>Тимашевский район на период до 2012 года»</w:t>
      </w:r>
    </w:p>
    <w:p w:rsidR="001F15AC" w:rsidRDefault="001F15AC" w:rsidP="00306865">
      <w:pPr>
        <w:shd w:val="clear" w:color="auto" w:fill="FFFFFF"/>
        <w:spacing w:line="324" w:lineRule="exact"/>
        <w:ind w:firstLine="396"/>
      </w:pPr>
    </w:p>
    <w:p w:rsidR="001F15AC" w:rsidRPr="00306865" w:rsidRDefault="001F15AC" w:rsidP="00306865">
      <w:pPr>
        <w:shd w:val="clear" w:color="auto" w:fill="FFFFFF"/>
        <w:spacing w:line="324" w:lineRule="exact"/>
        <w:ind w:left="29"/>
        <w:jc w:val="center"/>
        <w:rPr>
          <w:rFonts w:ascii="Times New Roman" w:hAnsi="Times New Roman" w:cs="Times New Roman"/>
          <w:sz w:val="28"/>
          <w:szCs w:val="28"/>
        </w:rPr>
      </w:pPr>
    </w:p>
    <w:p w:rsidR="001F15AC" w:rsidRPr="00306865" w:rsidRDefault="001F15AC" w:rsidP="0030686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предусмотренными бюджетными ассигнованиями на реализацию муниципальной целевой программы «Пожарная безопасность в муниципальном образовании Тимашевский район на период до 2012 года», утвержденную решением Совета муниципального образования Тимашевский район от 25 марта 2009 года № 707</w:t>
      </w:r>
      <w:r w:rsidRPr="00306865">
        <w:rPr>
          <w:rFonts w:ascii="Times New Roman" w:hAnsi="Times New Roman" w:cs="Times New Roman"/>
          <w:color w:val="000000"/>
          <w:spacing w:val="-2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Совет муниципального образования Тимашевский район </w:t>
      </w:r>
      <w:r>
        <w:rPr>
          <w:rFonts w:ascii="Times New Roman" w:hAnsi="Times New Roman" w:cs="Times New Roman"/>
          <w:color w:val="000000"/>
          <w:spacing w:val="42"/>
          <w:sz w:val="28"/>
          <w:szCs w:val="28"/>
        </w:rPr>
        <w:t>решил:</w:t>
      </w:r>
    </w:p>
    <w:p w:rsidR="001F15AC" w:rsidRPr="00E34879" w:rsidRDefault="001F15AC" w:rsidP="00E3487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 Внести изменения в решение Совета муниципального образования 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Тимашевский район от 25 марта 2009 года № 707 «Об утверждении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муниципальной целевой программы «</w:t>
      </w:r>
      <w:r w:rsidRPr="00E34879">
        <w:rPr>
          <w:rFonts w:ascii="Times New Roman" w:hAnsi="Times New Roman" w:cs="Times New Roman"/>
          <w:sz w:val="28"/>
          <w:szCs w:val="28"/>
        </w:rPr>
        <w:t>Пожарная безопасность в муниципальном образовании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4879">
        <w:rPr>
          <w:rFonts w:ascii="Times New Roman" w:hAnsi="Times New Roman" w:cs="Times New Roman"/>
          <w:sz w:val="28"/>
          <w:szCs w:val="28"/>
        </w:rPr>
        <w:t>Тимашевский район на период до 2012 года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»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(далее - Программа):</w:t>
      </w:r>
    </w:p>
    <w:p w:rsidR="001F15AC" w:rsidRDefault="001F15AC" w:rsidP="00306865">
      <w:pPr>
        <w:shd w:val="clear" w:color="auto" w:fill="FFFFFF"/>
        <w:spacing w:before="7" w:line="324" w:lineRule="exact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1.1.  В паспорте муниципальной целевой программы «Пожарная безопасность в муниципальном образовании Тимашевский район на период до 2012 года»  пункт 9 изложить в новой редакции:</w:t>
      </w:r>
    </w:p>
    <w:p w:rsidR="001F15AC" w:rsidRPr="004F53D8" w:rsidRDefault="001F15AC" w:rsidP="00306865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4F53D8">
        <w:rPr>
          <w:rFonts w:ascii="Times New Roman" w:hAnsi="Times New Roman" w:cs="Times New Roman"/>
          <w:b/>
          <w:bCs/>
          <w:sz w:val="28"/>
          <w:szCs w:val="28"/>
        </w:rPr>
        <w:t>Объемы и источник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</w:t>
      </w:r>
      <w:r>
        <w:rPr>
          <w:rFonts w:ascii="Times New Roman" w:hAnsi="Times New Roman" w:cs="Times New Roman"/>
          <w:sz w:val="28"/>
          <w:szCs w:val="28"/>
        </w:rPr>
        <w:t>объем финансирования Программы</w:t>
      </w:r>
    </w:p>
    <w:p w:rsidR="001F15AC" w:rsidRPr="004F53D8" w:rsidRDefault="001F15AC" w:rsidP="00306865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4F53D8">
        <w:rPr>
          <w:rFonts w:ascii="Times New Roman" w:hAnsi="Times New Roman" w:cs="Times New Roman"/>
          <w:b/>
          <w:bCs/>
          <w:sz w:val="28"/>
          <w:szCs w:val="28"/>
        </w:rPr>
        <w:t xml:space="preserve">финансирования Программы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</w:t>
      </w:r>
      <w:r w:rsidRPr="004F53D8">
        <w:rPr>
          <w:rFonts w:ascii="Times New Roman" w:hAnsi="Times New Roman" w:cs="Times New Roman"/>
          <w:sz w:val="28"/>
          <w:szCs w:val="28"/>
        </w:rPr>
        <w:t xml:space="preserve">      за счет бюджета муниципального</w:t>
      </w:r>
    </w:p>
    <w:p w:rsidR="001F15AC" w:rsidRDefault="001F15AC">
      <w:pPr>
        <w:rPr>
          <w:rFonts w:ascii="Times New Roman" w:hAnsi="Times New Roman" w:cs="Times New Roman"/>
          <w:sz w:val="28"/>
          <w:szCs w:val="28"/>
        </w:rPr>
      </w:pPr>
      <w:r w:rsidRPr="0004660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046607">
        <w:rPr>
          <w:rFonts w:ascii="Times New Roman" w:hAnsi="Times New Roman" w:cs="Times New Roman"/>
          <w:sz w:val="28"/>
          <w:szCs w:val="28"/>
        </w:rPr>
        <w:t xml:space="preserve"> об</w:t>
      </w:r>
      <w:r>
        <w:rPr>
          <w:rFonts w:ascii="Times New Roman" w:hAnsi="Times New Roman" w:cs="Times New Roman"/>
          <w:sz w:val="28"/>
          <w:szCs w:val="28"/>
        </w:rPr>
        <w:t>разования Тимашевский район</w:t>
      </w:r>
    </w:p>
    <w:p w:rsidR="001F15AC" w:rsidRDefault="001F15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составляет  31,278 млн. рублей, из</w:t>
      </w:r>
    </w:p>
    <w:p w:rsidR="001F15AC" w:rsidRDefault="001F15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них на:</w:t>
      </w:r>
    </w:p>
    <w:p w:rsidR="001F15AC" w:rsidRDefault="001F15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2009 год -  2,15 млн. рублей</w:t>
      </w:r>
    </w:p>
    <w:p w:rsidR="001F15AC" w:rsidRDefault="001F15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2010 год – 1,838 млн. рублей</w:t>
      </w:r>
    </w:p>
    <w:p w:rsidR="001F15AC" w:rsidRDefault="001F15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2011 год -  12,65 млн. рублей</w:t>
      </w:r>
    </w:p>
    <w:p w:rsidR="001F15AC" w:rsidRDefault="001F15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2012 год -  14,64 млн. рублей ».</w:t>
      </w:r>
    </w:p>
    <w:p w:rsidR="001F15AC" w:rsidRDefault="001F15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</w:t>
      </w:r>
    </w:p>
    <w:p w:rsidR="001F15AC" w:rsidRDefault="001F15AC" w:rsidP="004C6CEE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  Приложение к муниципальной целевой программе </w:t>
      </w:r>
      <w:r>
        <w:rPr>
          <w:rFonts w:ascii="Times New Roman" w:hAnsi="Times New Roman" w:cs="Times New Roman"/>
          <w:color w:val="000000"/>
          <w:sz w:val="28"/>
          <w:szCs w:val="28"/>
        </w:rPr>
        <w:t>«Пожарная безопасность в муниципальном образовании Тимашевский район на период до 2012 года»  изложить в новой редакции (прилагается).</w:t>
      </w:r>
    </w:p>
    <w:p w:rsidR="001F15AC" w:rsidRPr="004C6CEE" w:rsidRDefault="001F15AC" w:rsidP="004C6CE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C6CEE">
        <w:rPr>
          <w:rFonts w:ascii="Times New Roman" w:hAnsi="Times New Roman" w:cs="Times New Roman"/>
          <w:sz w:val="28"/>
          <w:szCs w:val="28"/>
        </w:rPr>
        <w:t>2. Решение вступает в силу со дня его подписания.</w:t>
      </w:r>
    </w:p>
    <w:p w:rsidR="001F15AC" w:rsidRPr="004C6CEE" w:rsidRDefault="001F15AC" w:rsidP="004C6CE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F15AC" w:rsidRPr="004C6CEE" w:rsidRDefault="001F15AC" w:rsidP="004C6CE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F15AC" w:rsidRPr="004C6CEE" w:rsidRDefault="001F15AC" w:rsidP="004C6CEE">
      <w:pPr>
        <w:jc w:val="both"/>
        <w:rPr>
          <w:rFonts w:ascii="Times New Roman" w:hAnsi="Times New Roman" w:cs="Times New Roman"/>
          <w:sz w:val="28"/>
          <w:szCs w:val="28"/>
        </w:rPr>
      </w:pPr>
      <w:r w:rsidRPr="004C6CEE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1F15AC" w:rsidRPr="004C6CEE" w:rsidRDefault="001F15AC" w:rsidP="004C6CEE">
      <w:pPr>
        <w:jc w:val="both"/>
        <w:rPr>
          <w:rFonts w:ascii="Times New Roman" w:hAnsi="Times New Roman" w:cs="Times New Roman"/>
          <w:sz w:val="28"/>
          <w:szCs w:val="28"/>
        </w:rPr>
      </w:pPr>
      <w:r w:rsidRPr="004C6CEE">
        <w:rPr>
          <w:rFonts w:ascii="Times New Roman" w:hAnsi="Times New Roman" w:cs="Times New Roman"/>
          <w:sz w:val="28"/>
          <w:szCs w:val="28"/>
        </w:rPr>
        <w:t xml:space="preserve">Тимашевский район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4C6CEE">
        <w:rPr>
          <w:rFonts w:ascii="Times New Roman" w:hAnsi="Times New Roman" w:cs="Times New Roman"/>
          <w:sz w:val="28"/>
          <w:szCs w:val="28"/>
        </w:rPr>
        <w:t>А.М.Потапенко</w:t>
      </w:r>
    </w:p>
    <w:p w:rsidR="001F15AC" w:rsidRPr="00046607" w:rsidRDefault="001F15AC" w:rsidP="004C6CE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1F15AC" w:rsidRPr="00046607" w:rsidSect="005E1A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06865"/>
    <w:rsid w:val="000376BC"/>
    <w:rsid w:val="00046607"/>
    <w:rsid w:val="000C093F"/>
    <w:rsid w:val="000D7CAE"/>
    <w:rsid w:val="001F15AC"/>
    <w:rsid w:val="001F373B"/>
    <w:rsid w:val="00206F9A"/>
    <w:rsid w:val="00222309"/>
    <w:rsid w:val="00306865"/>
    <w:rsid w:val="004C6CEE"/>
    <w:rsid w:val="004F53D8"/>
    <w:rsid w:val="005E1A76"/>
    <w:rsid w:val="00675B31"/>
    <w:rsid w:val="007A69AF"/>
    <w:rsid w:val="00AF3A92"/>
    <w:rsid w:val="00C005F7"/>
    <w:rsid w:val="00D10705"/>
    <w:rsid w:val="00DB40F0"/>
    <w:rsid w:val="00E34879"/>
    <w:rsid w:val="00E615B4"/>
    <w:rsid w:val="00F6616A"/>
    <w:rsid w:val="00FB58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68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Title">
    <w:name w:val="ConsTitle"/>
    <w:uiPriority w:val="99"/>
    <w:rsid w:val="00306865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BodyText3">
    <w:name w:val="Body Text 3"/>
    <w:basedOn w:val="Normal"/>
    <w:link w:val="BodyText3Char"/>
    <w:uiPriority w:val="99"/>
    <w:rsid w:val="00306865"/>
    <w:pPr>
      <w:widowControl/>
      <w:autoSpaceDE/>
      <w:autoSpaceDN/>
      <w:adjustRightInd/>
    </w:pPr>
    <w:rPr>
      <w:rFonts w:ascii="Times New Roman" w:hAnsi="Times New Roman" w:cs="Times New Roman"/>
      <w:sz w:val="28"/>
      <w:szCs w:val="28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306865"/>
    <w:rPr>
      <w:rFonts w:ascii="Times New Roman" w:hAnsi="Times New Roman" w:cs="Times New Roman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DB40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B40F0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960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88</TotalTime>
  <Pages>2</Pages>
  <Words>424</Words>
  <Characters>2418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Zver</cp:lastModifiedBy>
  <cp:revision>10</cp:revision>
  <cp:lastPrinted>2010-12-16T07:38:00Z</cp:lastPrinted>
  <dcterms:created xsi:type="dcterms:W3CDTF">2010-12-09T09:47:00Z</dcterms:created>
  <dcterms:modified xsi:type="dcterms:W3CDTF">2010-12-27T11:40:00Z</dcterms:modified>
</cp:coreProperties>
</file>